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391" w:rsidRPr="00D615EB" w:rsidRDefault="00EB3391" w:rsidP="00D615EB">
      <w:pPr>
        <w:jc w:val="center"/>
        <w:rPr>
          <w:rFonts w:ascii="Stencil" w:eastAsia="BatangChe" w:hAnsi="Stencil" w:cs="Arabic Typesetting"/>
          <w:sz w:val="40"/>
          <w:szCs w:val="40"/>
        </w:rPr>
      </w:pPr>
    </w:p>
    <w:p w:rsidR="00EB3391" w:rsidRPr="00D615EB" w:rsidRDefault="00EB3391" w:rsidP="00D615EB">
      <w:pPr>
        <w:jc w:val="center"/>
        <w:rPr>
          <w:rFonts w:ascii="Stencil" w:eastAsia="BatangChe" w:hAnsi="Stencil" w:cs="Arabic Typesetting"/>
          <w:sz w:val="40"/>
          <w:szCs w:val="40"/>
        </w:rPr>
      </w:pPr>
      <w:r w:rsidRPr="00D615EB">
        <w:rPr>
          <w:rFonts w:ascii="Stencil" w:eastAsia="BatangChe" w:hAnsi="Stencil" w:cs="Arabic Typesetting"/>
          <w:sz w:val="40"/>
          <w:szCs w:val="40"/>
        </w:rPr>
        <w:t>The important thing</w:t>
      </w:r>
    </w:p>
    <w:p w:rsidR="00EB3391" w:rsidRPr="00D615EB" w:rsidRDefault="00EB3391" w:rsidP="00A10FEC">
      <w:pPr>
        <w:rPr>
          <w:rFonts w:ascii="Stencil" w:eastAsia="BatangChe" w:hAnsi="Stencil" w:cs="Arabic Typesetting"/>
          <w:sz w:val="40"/>
          <w:szCs w:val="40"/>
        </w:rPr>
      </w:pPr>
    </w:p>
    <w:p w:rsidR="00EB3391" w:rsidRPr="00D615EB" w:rsidRDefault="00EB3391" w:rsidP="00D615EB">
      <w:pPr>
        <w:spacing w:line="480" w:lineRule="auto"/>
        <w:rPr>
          <w:rFonts w:ascii="Stencil" w:eastAsia="BatangChe" w:hAnsi="Stencil" w:cs="Arabic Typesetting"/>
          <w:sz w:val="40"/>
          <w:szCs w:val="40"/>
        </w:rPr>
      </w:pPr>
      <w:r w:rsidRPr="00D615EB">
        <w:rPr>
          <w:rFonts w:ascii="Stencil" w:eastAsia="BatangChe" w:hAnsi="Stencil" w:cs="Arabic Typesetting"/>
          <w:sz w:val="40"/>
          <w:szCs w:val="40"/>
        </w:rPr>
        <w:t>The important thing about will is that hehas  friends. It is true that they help him, care for him, and trust him.but the important thing about will is that he has  friends.</w:t>
      </w:r>
    </w:p>
    <w:p w:rsidR="00EB3391" w:rsidRPr="00D615EB" w:rsidRDefault="00EB3391" w:rsidP="00A10FEC">
      <w:pPr>
        <w:tabs>
          <w:tab w:val="left" w:pos="4140"/>
        </w:tabs>
        <w:rPr>
          <w:rFonts w:ascii="Stencil" w:eastAsia="BatangChe" w:hAnsi="Stencil" w:cs="Arabic Typesetting"/>
          <w:sz w:val="16"/>
          <w:szCs w:val="16"/>
        </w:rPr>
      </w:pPr>
      <w:r w:rsidRPr="00D615EB">
        <w:rPr>
          <w:rFonts w:ascii="Stencil" w:eastAsia="BatangChe" w:hAnsi="Stencil" w:cs="Arabic Typesetting"/>
          <w:sz w:val="40"/>
          <w:szCs w:val="40"/>
        </w:rPr>
        <w:tab/>
      </w:r>
    </w:p>
    <w:p w:rsidR="00EB3391" w:rsidRPr="00D615EB" w:rsidRDefault="00EB3391" w:rsidP="00A10FEC">
      <w:pPr>
        <w:rPr>
          <w:rFonts w:ascii="Stencil" w:eastAsia="BatangChe" w:hAnsi="Stencil" w:cs="Arabic Typesetting"/>
          <w:sz w:val="16"/>
          <w:szCs w:val="16"/>
        </w:rPr>
      </w:pPr>
    </w:p>
    <w:p w:rsidR="00EB3391" w:rsidRPr="00D615EB" w:rsidRDefault="00EB3391" w:rsidP="00A10FEC">
      <w:pPr>
        <w:rPr>
          <w:rFonts w:ascii="Stencil" w:eastAsia="BatangChe" w:hAnsi="Stencil" w:cs="Arabic Typesetting"/>
          <w:sz w:val="40"/>
          <w:szCs w:val="40"/>
        </w:rPr>
      </w:pPr>
      <w:r w:rsidRPr="00D615EB">
        <w:rPr>
          <w:rFonts w:ascii="Stencil" w:eastAsia="BatangChe" w:hAnsi="Stencil" w:cs="Arabic Typesetting"/>
          <w:sz w:val="40"/>
          <w:szCs w:val="40"/>
        </w:rPr>
        <w:t>By will dinsmore.</w:t>
      </w:r>
    </w:p>
    <w:p w:rsidR="00EB3391" w:rsidRPr="00D615EB" w:rsidRDefault="00EB3391" w:rsidP="00A10FEC">
      <w:pPr>
        <w:rPr>
          <w:rFonts w:ascii="Algerian" w:eastAsia="BatangChe" w:hAnsi="Algerian" w:cs="Arabic Typesetting"/>
          <w:sz w:val="40"/>
          <w:szCs w:val="40"/>
        </w:rPr>
      </w:pPr>
    </w:p>
    <w:p w:rsidR="00EB3391" w:rsidRPr="00D615EB" w:rsidRDefault="00EB3391" w:rsidP="00A10FEC">
      <w:pPr>
        <w:rPr>
          <w:rFonts w:ascii="Algerian" w:eastAsia="BatangChe" w:hAnsi="Algerian" w:cs="Arabic Typesetting"/>
          <w:sz w:val="40"/>
          <w:szCs w:val="40"/>
        </w:rPr>
      </w:pPr>
    </w:p>
    <w:p w:rsidR="00EB3391" w:rsidRPr="00D615EB" w:rsidRDefault="00EB3391" w:rsidP="00A10FEC">
      <w:pPr>
        <w:rPr>
          <w:rFonts w:ascii="Algerian" w:eastAsia="BatangChe" w:hAnsi="Algerian" w:cs="Arabic Typesetting"/>
          <w:sz w:val="40"/>
          <w:szCs w:val="40"/>
        </w:rPr>
      </w:pPr>
    </w:p>
    <w:sectPr w:rsidR="00EB3391" w:rsidRPr="00D615EB" w:rsidSect="00D615EB">
      <w:pgSz w:w="12240" w:h="15840"/>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tencil">
    <w:panose1 w:val="040409050D0802020404"/>
    <w:charset w:val="00"/>
    <w:family w:val="decorative"/>
    <w:pitch w:val="variable"/>
    <w:sig w:usb0="00000003" w:usb1="00000000" w:usb2="00000000" w:usb3="00000000" w:csb0="00000001" w:csb1="00000000"/>
  </w:font>
  <w:font w:name="BatangChe">
    <w:panose1 w:val="00000000000000000000"/>
    <w:charset w:val="81"/>
    <w:family w:val="modern"/>
    <w:notTrueType/>
    <w:pitch w:val="fixed"/>
    <w:sig w:usb0="00000001" w:usb1="09060000" w:usb2="00000010" w:usb3="00000000" w:csb0="00080000" w:csb1="00000000"/>
  </w:font>
  <w:font w:name="Arabic Typesetting">
    <w:panose1 w:val="00000000000000000000"/>
    <w:charset w:val="00"/>
    <w:family w:val="script"/>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0FEC"/>
    <w:rsid w:val="0016344E"/>
    <w:rsid w:val="002547CA"/>
    <w:rsid w:val="00617D7E"/>
    <w:rsid w:val="006F44B6"/>
    <w:rsid w:val="007D0F5F"/>
    <w:rsid w:val="00A00CE0"/>
    <w:rsid w:val="00A10FEC"/>
    <w:rsid w:val="00CF3B90"/>
    <w:rsid w:val="00D615EB"/>
    <w:rsid w:val="00EB3391"/>
    <w:rsid w:val="00FC13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C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Pages>
  <Words>32</Words>
  <Characters>188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stuwilliammd1182001</dc:creator>
  <cp:keywords/>
  <dc:description/>
  <cp:lastModifiedBy> </cp:lastModifiedBy>
  <cp:revision>3</cp:revision>
  <cp:lastPrinted>2010-09-10T13:40:00Z</cp:lastPrinted>
  <dcterms:created xsi:type="dcterms:W3CDTF">2010-09-09T18:54:00Z</dcterms:created>
  <dcterms:modified xsi:type="dcterms:W3CDTF">2010-09-10T15:01:00Z</dcterms:modified>
</cp:coreProperties>
</file>